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96" w:rsidRPr="001F783F" w:rsidRDefault="00C53796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90600" cy="457200"/>
                  <wp:effectExtent l="19050" t="0" r="0" b="0"/>
                  <wp:docPr id="1" name="Picture 1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July</w:t>
            </w:r>
          </w:p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025972" w:rsidRPr="001F783F" w:rsidTr="00D374EB">
        <w:trPr>
          <w:trHeight w:hRule="exact" w:val="145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  <w:p w:rsidR="00D374EB" w:rsidRPr="00D374EB" w:rsidRDefault="00D374EB" w:rsidP="00541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EOCT Summer and Retest Administration (through July 20)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Independence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7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14</w:t>
            </w:r>
          </w:p>
        </w:tc>
      </w:tr>
      <w:tr w:rsidR="00025972" w:rsidRPr="001F783F" w:rsidTr="00D374EB">
        <w:trPr>
          <w:trHeight w:hRule="exact" w:val="149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  <w:p w:rsidR="00D374EB" w:rsidRPr="00D374EB" w:rsidRDefault="00D374EB" w:rsidP="005410C2">
            <w:pPr>
              <w:rPr>
                <w:sz w:val="20"/>
                <w:szCs w:val="20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  <w:p w:rsidR="00D374EB" w:rsidRPr="00D374EB" w:rsidRDefault="00D374EB" w:rsidP="005410C2">
            <w:pPr>
              <w:rPr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D374EB" w:rsidRPr="001F783F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D374EB" w:rsidRPr="001F783F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D374EB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  <w:p w:rsidR="00D374EB" w:rsidRPr="00D374EB" w:rsidRDefault="00D374EB" w:rsidP="005410C2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21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28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</w:p>
        </w:tc>
      </w:tr>
    </w:tbl>
    <w:p w:rsidR="00D374EB" w:rsidRDefault="00D374EB" w:rsidP="00C53796"/>
    <w:p w:rsidR="00C53796" w:rsidRDefault="00D374EB" w:rsidP="00C53796">
      <w:r>
        <w:br w:type="page"/>
      </w:r>
    </w:p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90600" cy="457200"/>
                  <wp:effectExtent l="19050" t="0" r="0" b="0"/>
                  <wp:docPr id="2" name="Picture 2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August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  <w:p w:rsidR="001F783F" w:rsidRPr="001F783F" w:rsidRDefault="001F783F" w:rsidP="005410C2">
            <w:pPr>
              <w:pStyle w:val="Dates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New Teacher Orientation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3D116B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.9pt;margin-top:18.1pt;width:369.95pt;height:26.6pt;z-index:251654656;mso-position-horizontal-relative:text;mso-position-vertical-relative:text">
                  <v:textbox>
                    <w:txbxContent>
                      <w:p w:rsidR="00276D78" w:rsidRPr="001F783F" w:rsidRDefault="00276D78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Preplanning</w:t>
                        </w:r>
                      </w:p>
                    </w:txbxContent>
                  </v:textbox>
                </v:shape>
              </w:pict>
            </w:r>
            <w:r w:rsidR="005410C2"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  <w:p w:rsidR="005410C2" w:rsidRPr="001F783F" w:rsidRDefault="001F783F" w:rsidP="005410C2">
            <w:pPr>
              <w:pStyle w:val="Dates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1F783F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</w:rPr>
              <w:t xml:space="preserve"> day of school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Relationships Between</w:t>
            </w:r>
          </w:p>
          <w:p w:rsidR="00CA65E7" w:rsidRPr="00D440AC" w:rsidRDefault="00CA65E7" w:rsidP="00276D78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Quantities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Pretest Unit 1</w:t>
            </w:r>
          </w:p>
          <w:p w:rsidR="00CA65E7" w:rsidRPr="00DE4E04" w:rsidRDefault="00CA65E7" w:rsidP="005410C2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1 Window Opens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D440AC" w:rsidRDefault="00CA65E7" w:rsidP="00CA65E7">
            <w:pPr>
              <w:pStyle w:val="Dates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Begin Unit 1 </w:t>
            </w:r>
          </w:p>
          <w:p w:rsidR="00CA65E7" w:rsidRPr="00D440AC" w:rsidRDefault="00CA65E7" w:rsidP="00CA65E7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MCC9-12.N.Q.1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MCC9-12.N.Q.2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MCC9-12.N.Q.3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MCC9-12.A.SSE.1a,b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MCC9-12.A.CED.1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MCC9-12.A.CED.2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MCC9-12.A.CED.3</w:t>
            </w:r>
          </w:p>
          <w:p w:rsidR="00CA65E7" w:rsidRPr="00F87082" w:rsidRDefault="00CA65E7" w:rsidP="00276D78">
            <w:pPr>
              <w:pStyle w:val="Dates"/>
              <w:rPr>
                <w:rFonts w:ascii="Times New Roman" w:hAnsi="Times New Roman" w:cs="Times New Roman"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  <w:p w:rsidR="00CA65E7" w:rsidRPr="00DE4E04" w:rsidRDefault="00CA65E7" w:rsidP="005410C2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1 Window Closes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3" name="Picture 3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September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Labor Day</w:t>
            </w:r>
            <w:r w:rsidRPr="001F783F">
              <w:t xml:space="preserve">            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  <w:r w:rsidR="00CA65E7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Reasoning with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Equations and</w:t>
            </w:r>
          </w:p>
          <w:p w:rsidR="00CA65E7" w:rsidRDefault="00CA65E7" w:rsidP="00276D78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Inequalities</w:t>
            </w:r>
          </w:p>
          <w:p w:rsidR="00CA65E7" w:rsidRPr="00D440AC" w:rsidRDefault="00CA65E7" w:rsidP="00276D78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Unit 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276D78" w:rsidRDefault="00CA65E7" w:rsidP="005410C2">
            <w:pPr>
              <w:rPr>
                <w:b/>
              </w:rPr>
            </w:pPr>
            <w:r w:rsidRPr="00ED6F56">
              <w:rPr>
                <w:b/>
                <w:sz w:val="32"/>
                <w:szCs w:val="32"/>
              </w:rPr>
              <w:t>10</w:t>
            </w: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  <w:r w:rsidR="00276D78" w:rsidRPr="00276D78">
              <w:rPr>
                <w:b/>
                <w:highlight w:val="cyan"/>
              </w:rPr>
              <w:t>Unit 1 Performance item due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  <w:r w:rsidR="00276D78" w:rsidRPr="00276D78">
              <w:rPr>
                <w:b/>
                <w:sz w:val="32"/>
                <w:szCs w:val="32"/>
                <w:highlight w:val="cyan"/>
              </w:rPr>
              <w:t>Unit 1 post test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  <w:r w:rsidR="00276D78" w:rsidRPr="00276D78">
              <w:rPr>
                <w:b/>
                <w:sz w:val="32"/>
                <w:szCs w:val="32"/>
                <w:highlight w:val="cyan"/>
              </w:rPr>
              <w:t>Unit 2 pretest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MCC9-12.A.REI.1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MCC9-12.A.REI.3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MCC9-12.A.REI.5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MCC9-12.A.REI.6</w:t>
            </w:r>
          </w:p>
          <w:p w:rsidR="00CA65E7" w:rsidRPr="00F87082" w:rsidRDefault="00CA65E7" w:rsidP="00276D78">
            <w:pPr>
              <w:rPr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MCC9-12.A.REI.12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ED6F56" w:rsidRDefault="00CA65E7" w:rsidP="005410C2">
            <w:pPr>
              <w:rPr>
                <w:sz w:val="20"/>
                <w:szCs w:val="20"/>
              </w:rPr>
            </w:pPr>
            <w:r w:rsidRPr="00ED6F56">
              <w:rPr>
                <w:b/>
                <w:sz w:val="32"/>
                <w:szCs w:val="32"/>
              </w:rPr>
              <w:t>17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  <w:r w:rsidR="00276D78" w:rsidRPr="00276D78">
              <w:rPr>
                <w:b/>
                <w:highlight w:val="cyan"/>
              </w:rPr>
              <w:t>Remediation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  <w:r w:rsidR="00276D78" w:rsidRPr="00276D78">
              <w:rPr>
                <w:b/>
                <w:sz w:val="32"/>
                <w:szCs w:val="32"/>
                <w:highlight w:val="cyan"/>
              </w:rPr>
              <w:t xml:space="preserve"> Begin unit2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bCs/>
                <w:sz w:val="28"/>
                <w:szCs w:val="28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4" name="Picture 4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October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ED6F56">
        <w:trPr>
          <w:trHeight w:hRule="exact" w:val="1477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4" w:rsidRDefault="004B3828" w:rsidP="00544D23">
            <w:pPr>
              <w:rPr>
                <w:b/>
                <w:sz w:val="20"/>
                <w:szCs w:val="20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  <w:r w:rsidR="00DE4E04">
              <w:rPr>
                <w:b/>
                <w:sz w:val="20"/>
                <w:szCs w:val="20"/>
              </w:rPr>
              <w:t xml:space="preserve"> </w:t>
            </w:r>
          </w:p>
          <w:p w:rsidR="00544D23" w:rsidRDefault="00DE4E04" w:rsidP="00544D23">
            <w:pPr>
              <w:rPr>
                <w:sz w:val="20"/>
                <w:szCs w:val="20"/>
              </w:rPr>
            </w:pPr>
            <w:r w:rsidRPr="00DE4E04">
              <w:rPr>
                <w:sz w:val="20"/>
                <w:szCs w:val="20"/>
              </w:rPr>
              <w:t>Benchmark 1 Window Opens</w:t>
            </w:r>
          </w:p>
          <w:p w:rsidR="00ED6F56" w:rsidRDefault="00ED6F56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GHSWT</w:t>
            </w:r>
          </w:p>
          <w:p w:rsidR="00ED6F56" w:rsidRPr="00DE4E04" w:rsidRDefault="00ED6F56" w:rsidP="00544D23">
            <w:pPr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SAT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ED6F56" w:rsidRDefault="00ED6F56" w:rsidP="00ED6F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GHSWT</w:t>
            </w:r>
          </w:p>
          <w:p w:rsidR="00ED6F56" w:rsidRPr="001F783F" w:rsidRDefault="00ED6F56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  <w:p w:rsidR="001F783F" w:rsidRPr="001F783F" w:rsidRDefault="001F783F" w:rsidP="00544D23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6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  <w:p w:rsidR="00041486" w:rsidRDefault="00041486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Columbus Day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End Qtr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E04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10 </w:t>
            </w:r>
            <w:r w:rsidRPr="00276D78">
              <w:rPr>
                <w:b/>
                <w:highlight w:val="cyan"/>
              </w:rPr>
              <w:t>Unit 2 performance item due</w:t>
            </w:r>
          </w:p>
          <w:p w:rsidR="00544D23" w:rsidRPr="00DE4E04" w:rsidRDefault="00DE4E04" w:rsidP="00544D23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DE4E04">
              <w:rPr>
                <w:sz w:val="20"/>
                <w:szCs w:val="20"/>
              </w:rPr>
              <w:t>Benchmark 1 Window Closes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  <w:r w:rsidR="00276D78" w:rsidRPr="00276D78">
              <w:rPr>
                <w:b/>
                <w:sz w:val="32"/>
                <w:szCs w:val="32"/>
                <w:highlight w:val="cyan"/>
              </w:rPr>
              <w:t>Unit 2 Post-test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  <w:p w:rsidR="001F783F" w:rsidRPr="00276D78" w:rsidRDefault="00276D78" w:rsidP="00544D23">
            <w:pPr>
              <w:rPr>
                <w:b/>
              </w:rPr>
            </w:pPr>
            <w:r w:rsidRPr="00276D78">
              <w:rPr>
                <w:b/>
                <w:highlight w:val="cyan"/>
              </w:rPr>
              <w:t xml:space="preserve">Unit 3 </w:t>
            </w:r>
            <w:proofErr w:type="spellStart"/>
            <w:r w:rsidRPr="00276D78">
              <w:rPr>
                <w:b/>
                <w:highlight w:val="cyan"/>
              </w:rPr>
              <w:t>PreTest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13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Linear and</w:t>
            </w:r>
          </w:p>
          <w:p w:rsidR="00276D78" w:rsidRPr="00D440AC" w:rsidRDefault="00276D78" w:rsidP="00276D78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Exponential Functions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276D78">
              <w:rPr>
                <w:b/>
                <w:sz w:val="32"/>
                <w:szCs w:val="32"/>
                <w:highlight w:val="cyan"/>
              </w:rPr>
              <w:t>Rem</w:t>
            </w:r>
            <w:proofErr w:type="spellEnd"/>
            <w:r w:rsidRPr="00276D78">
              <w:rPr>
                <w:b/>
                <w:sz w:val="32"/>
                <w:szCs w:val="32"/>
                <w:highlight w:val="cyan"/>
              </w:rPr>
              <w:t>/Enrich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276D78">
              <w:rPr>
                <w:b/>
                <w:sz w:val="32"/>
                <w:szCs w:val="32"/>
                <w:highlight w:val="cyan"/>
              </w:rPr>
              <w:t>Rem</w:t>
            </w:r>
            <w:proofErr w:type="spellEnd"/>
            <w:r w:rsidRPr="00276D78">
              <w:rPr>
                <w:b/>
                <w:sz w:val="32"/>
                <w:szCs w:val="32"/>
                <w:highlight w:val="cyan"/>
              </w:rPr>
              <w:t>/Enrich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  <w:p w:rsidR="00276D78" w:rsidRPr="001F783F" w:rsidRDefault="00276D78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PSAT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MCC9-12.A.REI.10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MCC9-12.A.REI.11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MCC9-12.F.IF.1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MCC9-12.F.IF.2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MCC9-12.F.IF.3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MCC9-12.F.IF.4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MCC9-12.F.IF.5</w:t>
            </w:r>
          </w:p>
          <w:p w:rsidR="00276D78" w:rsidRPr="00F87082" w:rsidRDefault="00276D78" w:rsidP="00276D78">
            <w:pPr>
              <w:rPr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76D78">
              <w:rPr>
                <w:b/>
                <w:sz w:val="32"/>
                <w:szCs w:val="32"/>
                <w:highlight w:val="cyan"/>
              </w:rPr>
              <w:t>Begin Unit 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  <w:p w:rsidR="00276D78" w:rsidRPr="001F783F" w:rsidRDefault="00276D78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MCC9-12.F.IF.7a,e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MCC9-12.F.IF.9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MCC9-12.F.BF.1a,b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MCC9-12.F.BF.2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MCC9-12.F.BF.3</w:t>
            </w:r>
          </w:p>
          <w:p w:rsidR="00276D78" w:rsidRPr="00F87082" w:rsidRDefault="00276D78" w:rsidP="00276D78">
            <w:pPr>
              <w:rPr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MCC9-12.F.LE.1a,b,c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  <w:p w:rsidR="00276D78" w:rsidRPr="001F783F" w:rsidRDefault="00276D78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Halloween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sz w:val="32"/>
                <w:szCs w:val="32"/>
              </w:rPr>
            </w:pPr>
          </w:p>
        </w:tc>
      </w:tr>
    </w:tbl>
    <w:p w:rsidR="00ED6F56" w:rsidRDefault="00ED6F56" w:rsidP="00C53796"/>
    <w:p w:rsidR="006259AC" w:rsidRPr="001F783F" w:rsidRDefault="00ED6F56" w:rsidP="00C53796">
      <w:r>
        <w:br w:type="page"/>
      </w:r>
    </w:p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5" name="Picture 5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November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</w:t>
            </w:r>
          </w:p>
          <w:p w:rsidR="00ED6F56" w:rsidRPr="001F783F" w:rsidRDefault="00ED6F56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  <w:p w:rsidR="00ED6F56" w:rsidRDefault="00ED6F56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ASVAB</w:t>
            </w:r>
          </w:p>
          <w:p w:rsidR="00E365F1" w:rsidRPr="00ED6F56" w:rsidRDefault="00E365F1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GHSGT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371AF4" w:rsidRDefault="00371AF4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Election Day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GHSGT`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E365F1" w:rsidRPr="001F783F" w:rsidRDefault="00E365F1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10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11</w:t>
            </w:r>
          </w:p>
          <w:p w:rsidR="0086348D" w:rsidRPr="001F783F" w:rsidRDefault="0086348D" w:rsidP="00544D23">
            <w:pPr>
              <w:rPr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Veterans Day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17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1F783F" w:rsidRPr="001F783F" w:rsidRDefault="001F783F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Holiday</w:t>
            </w:r>
          </w:p>
          <w:p w:rsidR="0086348D" w:rsidRPr="001F783F" w:rsidRDefault="0086348D" w:rsidP="0086348D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Thanksgiving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24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  <w:p w:rsidR="00E365F1" w:rsidRPr="00E365F1" w:rsidRDefault="00E365F1" w:rsidP="00544D23">
            <w:pPr>
              <w:rPr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006005" w:rsidRDefault="00893339" w:rsidP="00544D23">
            <w:pPr>
              <w:rPr>
                <w:b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  <w:r w:rsidR="00006005">
              <w:rPr>
                <w:b/>
                <w:sz w:val="32"/>
                <w:szCs w:val="32"/>
              </w:rPr>
              <w:t xml:space="preserve"> </w:t>
            </w:r>
            <w:r w:rsidR="00006005" w:rsidRPr="00006005">
              <w:rPr>
                <w:b/>
              </w:rPr>
              <w:t xml:space="preserve"> </w:t>
            </w:r>
            <w:r w:rsidR="00006005" w:rsidRPr="00006005">
              <w:rPr>
                <w:b/>
                <w:highlight w:val="cyan"/>
              </w:rPr>
              <w:t>Unit 3 performance item due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32"/>
                <w:szCs w:val="32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6" name="Picture 6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December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A95900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A95900" w:rsidP="00544D23">
            <w:pPr>
              <w:rPr>
                <w:sz w:val="20"/>
                <w:szCs w:val="20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  <w:r w:rsidR="00006005">
              <w:rPr>
                <w:b/>
                <w:sz w:val="32"/>
                <w:szCs w:val="32"/>
              </w:rPr>
              <w:t xml:space="preserve"> 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>Unit 3 post test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  <w:p w:rsidR="00E365F1" w:rsidRPr="001F783F" w:rsidRDefault="00E365F1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006005" w:rsidRPr="001F783F" w:rsidTr="00E365F1">
        <w:trPr>
          <w:trHeight w:hRule="exact" w:val="1243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6C631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Describing Data</w:t>
            </w:r>
          </w:p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MCC9-12.S.ID.1</w:t>
            </w:r>
          </w:p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MCC9-12.S.ID.2</w:t>
            </w:r>
          </w:p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MCC9-12.S.ID.3</w:t>
            </w:r>
          </w:p>
          <w:p w:rsidR="00006005" w:rsidRPr="00D440AC" w:rsidRDefault="00006005" w:rsidP="006C631A">
            <w:pPr>
              <w:rPr>
                <w:sz w:val="32"/>
                <w:szCs w:val="32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  <w:r>
              <w:rPr>
                <w:b/>
                <w:sz w:val="32"/>
                <w:szCs w:val="32"/>
              </w:rPr>
              <w:t xml:space="preserve">  </w:t>
            </w:r>
            <w:r w:rsidRPr="00006005">
              <w:rPr>
                <w:b/>
                <w:sz w:val="32"/>
                <w:szCs w:val="32"/>
                <w:highlight w:val="cyan"/>
              </w:rPr>
              <w:t>Unit 4 Pretest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  <w:p w:rsidR="00006005" w:rsidRDefault="00006005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Benchmark 2 Window Opens</w:t>
            </w:r>
          </w:p>
          <w:p w:rsidR="00006005" w:rsidRPr="001F783F" w:rsidRDefault="00006005" w:rsidP="00544D23">
            <w:pPr>
              <w:rPr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 w:rsidRPr="00006005">
              <w:rPr>
                <w:b/>
                <w:sz w:val="32"/>
                <w:szCs w:val="32"/>
                <w:highlight w:val="cyan"/>
              </w:rPr>
              <w:t>Begin Unit 4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  <w:p w:rsidR="00006005" w:rsidRDefault="00006005" w:rsidP="00544D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 Qtr 2</w:t>
            </w:r>
          </w:p>
          <w:p w:rsidR="00006005" w:rsidRPr="001F783F" w:rsidRDefault="00006005" w:rsidP="00544D23">
            <w:pPr>
              <w:rPr>
                <w:b/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MCC9-12.S.ID.6a,b,c</w:t>
            </w:r>
          </w:p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MCC9-12.S.ID.7</w:t>
            </w:r>
          </w:p>
          <w:p w:rsidR="00006005" w:rsidRPr="00F8708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MCC9-12.S.ID.8</w:t>
            </w:r>
          </w:p>
          <w:p w:rsidR="00006005" w:rsidRPr="00F87082" w:rsidRDefault="00006005" w:rsidP="006C631A">
            <w:pPr>
              <w:rPr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006005" w:rsidRPr="001F783F" w:rsidRDefault="00006005" w:rsidP="00544D23">
            <w:pPr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Benchmark 2 Window Closes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71" type="#_x0000_t202" style="position:absolute;margin-left:5.3pt;margin-top:22pt;width:463.05pt;height:24.35pt;z-index:251662848;mso-position-horizontal-relative:text;mso-position-vertical-relative:text">
                  <v:textbox style="mso-next-textbox:#_x0000_s1071">
                    <w:txbxContent>
                      <w:p w:rsidR="00006005" w:rsidRPr="001F783F" w:rsidRDefault="00006005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Christmas Holidays</w:t>
                        </w:r>
                      </w:p>
                    </w:txbxContent>
                  </v:textbox>
                </v:shape>
              </w:pict>
            </w: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9572D">
            <w:pPr>
              <w:pStyle w:val="Dates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7" name="Picture 7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January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3D116B" w:rsidP="004165EC">
            <w:pPr>
              <w:rPr>
                <w:b/>
                <w:sz w:val="32"/>
                <w:szCs w:val="32"/>
              </w:rPr>
            </w:pPr>
            <w:r w:rsidRPr="003D116B">
              <w:rPr>
                <w:noProof/>
              </w:rPr>
              <w:pict>
                <v:shape id="_x0000_s1065" type="#_x0000_t202" style="position:absolute;margin-left:9.55pt;margin-top:17.55pt;width:463.05pt;height:24.35pt;z-index:251656704;mso-position-horizontal-relative:text;mso-position-vertical-relative:text">
                  <v:textbox style="mso-next-textbox:#_x0000_s1065">
                    <w:txbxContent>
                      <w:p w:rsidR="00276D78" w:rsidRPr="001F783F" w:rsidRDefault="00276D78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Christmas Holidays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  <w:p w:rsidR="00EF061E" w:rsidRPr="001F783F" w:rsidRDefault="00EF061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New Year's</w:t>
            </w:r>
            <w:r w:rsidRPr="001F783F"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1F783F">
              <w:rPr>
                <w:sz w:val="20"/>
                <w:szCs w:val="20"/>
              </w:rPr>
              <w:t>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5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  <w:p w:rsidR="001F783F" w:rsidRPr="001F783F" w:rsidRDefault="001F783F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  <w:p w:rsidR="00DE4E04" w:rsidRPr="00DE4E04" w:rsidRDefault="00DE4E04" w:rsidP="00DE4E04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2 Window Opens</w:t>
            </w:r>
          </w:p>
          <w:p w:rsidR="00DE4E04" w:rsidRPr="00DE4E04" w:rsidRDefault="00DE4E04" w:rsidP="004165EC">
            <w:pPr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12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19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1F783F" w:rsidRPr="001F783F" w:rsidRDefault="001F783F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  <w:p w:rsidR="00EF061E" w:rsidRPr="001F783F" w:rsidRDefault="00EF061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M L King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>Pretest Unit 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E365F1" w:rsidRPr="00E365F1" w:rsidRDefault="00E365F1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  <w:p w:rsidR="00E365F1" w:rsidRPr="001F783F" w:rsidRDefault="00E365F1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8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 </w:t>
            </w:r>
            <w:proofErr w:type="spellStart"/>
            <w:r>
              <w:rPr>
                <w:sz w:val="20"/>
                <w:szCs w:val="20"/>
              </w:rPr>
              <w:t>Makeups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DE4E04" w:rsidRPr="00DE4E04" w:rsidRDefault="00DE4E04" w:rsidP="00DE4E04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2 Window Opens</w:t>
            </w:r>
          </w:p>
          <w:p w:rsidR="00DE4E04" w:rsidRPr="001F783F" w:rsidRDefault="00DE4E04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26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006005">
              <w:rPr>
                <w:b/>
              </w:rPr>
              <w:t>29</w:t>
            </w:r>
            <w:r w:rsidR="00006005" w:rsidRPr="00006005">
              <w:rPr>
                <w:b/>
                <w:highlight w:val="cyan"/>
              </w:rPr>
              <w:t>Unit 4 Performance item due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006005" w:rsidRDefault="00B71E5E" w:rsidP="004165EC">
            <w:pPr>
              <w:rPr>
                <w:b/>
                <w:sz w:val="32"/>
                <w:szCs w:val="32"/>
                <w:highlight w:val="cyan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  <w:r w:rsidR="00006005">
              <w:rPr>
                <w:b/>
                <w:sz w:val="32"/>
                <w:szCs w:val="32"/>
              </w:rPr>
              <w:t xml:space="preserve"> 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 xml:space="preserve">Unit 4 </w:t>
            </w:r>
          </w:p>
          <w:p w:rsidR="00006005" w:rsidRPr="001F783F" w:rsidRDefault="00006005" w:rsidP="004165EC">
            <w:pPr>
              <w:rPr>
                <w:b/>
                <w:sz w:val="32"/>
                <w:szCs w:val="32"/>
              </w:rPr>
            </w:pPr>
            <w:r w:rsidRPr="00006005">
              <w:rPr>
                <w:b/>
                <w:sz w:val="32"/>
                <w:szCs w:val="32"/>
                <w:highlight w:val="cyan"/>
              </w:rPr>
              <w:t>Post-test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8" name="Picture 8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February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166C6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006005" w:rsidRPr="00006005"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  <w:t>Remediation/Enrich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166C68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DE1CA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DE1CA2">
              <w:rPr>
                <w:rFonts w:eastAsia="Calibri"/>
                <w:b/>
                <w:bCs/>
                <w:sz w:val="18"/>
                <w:szCs w:val="18"/>
              </w:rPr>
              <w:t>Transformations in the</w:t>
            </w:r>
          </w:p>
          <w:p w:rsidR="00006005" w:rsidRPr="00D440AC" w:rsidRDefault="00006005" w:rsidP="006C631A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DE1CA2">
              <w:rPr>
                <w:rFonts w:eastAsia="Calibri"/>
                <w:b/>
                <w:bCs/>
                <w:sz w:val="18"/>
                <w:szCs w:val="18"/>
              </w:rPr>
              <w:t>Coordinate Plane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006005"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  <w:t>Begin unit 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ACT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DE1CA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MCC9-12.G.CO.1</w:t>
            </w:r>
          </w:p>
          <w:p w:rsidR="00006005" w:rsidRPr="00DE1CA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MCC9-12.G.CO.2</w:t>
            </w:r>
          </w:p>
          <w:p w:rsidR="00006005" w:rsidRPr="00DE1CA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MCC9-12.G.CO.3</w:t>
            </w:r>
          </w:p>
          <w:p w:rsidR="00006005" w:rsidRPr="00DE1CA2" w:rsidRDefault="00006005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MCC9-12.G.CO.4</w:t>
            </w:r>
          </w:p>
          <w:p w:rsidR="00006005" w:rsidRPr="00D440AC" w:rsidRDefault="00006005" w:rsidP="006C631A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Holiday</w:t>
            </w:r>
          </w:p>
          <w:p w:rsidR="00006005" w:rsidRPr="001F783F" w:rsidRDefault="00006005" w:rsidP="00533ADB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Presidents'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PL 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  <w:p w:rsidR="00006005" w:rsidRPr="00E365F1" w:rsidRDefault="00006005" w:rsidP="004165EC">
            <w:pPr>
              <w:pStyle w:val="Dates"/>
              <w:rPr>
                <w:rFonts w:ascii="Times New Roman" w:hAnsi="Times New Roman" w:cs="Times New Roman"/>
              </w:rPr>
            </w:pPr>
            <w:r w:rsidRPr="00E365F1">
              <w:rPr>
                <w:rFonts w:ascii="Times New Roman" w:hAnsi="Times New Roman" w:cs="Times New Roman"/>
              </w:rPr>
              <w:t>GHSWT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65F1">
              <w:rPr>
                <w:rFonts w:ascii="Times New Roman" w:hAnsi="Times New Roman" w:cs="Times New Roman"/>
              </w:rPr>
              <w:t>GHSWT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9" name="Picture 9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March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243915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</w:tr>
      <w:tr w:rsidR="007C0C38" w:rsidRPr="001F783F" w:rsidTr="00E365F1">
        <w:trPr>
          <w:trHeight w:hRule="exact" w:val="145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243915" w:rsidP="004165EC">
            <w:pPr>
              <w:rPr>
                <w:sz w:val="20"/>
                <w:szCs w:val="20"/>
              </w:rPr>
            </w:pPr>
            <w:r w:rsidRPr="001F783F">
              <w:rPr>
                <w:sz w:val="32"/>
                <w:szCs w:val="32"/>
              </w:rPr>
              <w:t>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6259AC" w:rsidRP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Qtr 3 Ends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 w:rsidR="00006005">
              <w:rPr>
                <w:b/>
                <w:sz w:val="32"/>
                <w:szCs w:val="32"/>
              </w:rPr>
              <w:t xml:space="preserve"> 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>Post Test Unit 5</w:t>
            </w:r>
          </w:p>
          <w:p w:rsidR="00E365F1" w:rsidRPr="001F783F" w:rsidRDefault="00E365F1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5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E04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  <w:r w:rsidR="00006005">
              <w:rPr>
                <w:b/>
                <w:sz w:val="32"/>
                <w:szCs w:val="32"/>
              </w:rPr>
              <w:t xml:space="preserve"> 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 xml:space="preserve">Unit 6 </w:t>
            </w:r>
            <w:proofErr w:type="spellStart"/>
            <w:r w:rsidR="00006005" w:rsidRPr="00006005">
              <w:rPr>
                <w:b/>
                <w:sz w:val="32"/>
                <w:szCs w:val="32"/>
                <w:highlight w:val="cyan"/>
              </w:rPr>
              <w:t>PreTest</w:t>
            </w:r>
            <w:proofErr w:type="spellEnd"/>
          </w:p>
          <w:p w:rsidR="007C0C38" w:rsidRDefault="00DE4E04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Benchmark 3 window opens</w:t>
            </w:r>
          </w:p>
          <w:p w:rsidR="00E365F1" w:rsidRPr="001F783F" w:rsidRDefault="00E365F1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5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  <w:r w:rsidR="00006005" w:rsidRPr="00006005">
              <w:rPr>
                <w:b/>
                <w:sz w:val="32"/>
                <w:szCs w:val="32"/>
                <w:highlight w:val="cyan"/>
              </w:rPr>
              <w:t>Unit 5 Performance item due</w:t>
            </w:r>
          </w:p>
          <w:p w:rsidR="00006005" w:rsidRPr="001F783F" w:rsidRDefault="00006005" w:rsidP="004165EC">
            <w:pPr>
              <w:rPr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Remed</w:t>
            </w:r>
            <w:proofErr w:type="spellEnd"/>
            <w:r>
              <w:rPr>
                <w:b/>
                <w:sz w:val="32"/>
                <w:szCs w:val="32"/>
              </w:rPr>
              <w:t>/Enrich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  <w:r w:rsidR="00006005">
              <w:rPr>
                <w:b/>
                <w:sz w:val="32"/>
                <w:szCs w:val="32"/>
              </w:rPr>
              <w:t xml:space="preserve">  </w:t>
            </w:r>
            <w:proofErr w:type="spellStart"/>
            <w:r w:rsidR="00006005">
              <w:rPr>
                <w:b/>
                <w:sz w:val="32"/>
                <w:szCs w:val="32"/>
              </w:rPr>
              <w:t>Remed</w:t>
            </w:r>
            <w:proofErr w:type="spellEnd"/>
            <w:r w:rsidR="00006005">
              <w:rPr>
                <w:b/>
                <w:sz w:val="32"/>
                <w:szCs w:val="32"/>
              </w:rPr>
              <w:t>/Enrich</w:t>
            </w:r>
          </w:p>
          <w:p w:rsidR="006259AC" w:rsidRPr="006259AC" w:rsidRDefault="006259AC" w:rsidP="004165EC">
            <w:pPr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243915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9</w:t>
            </w:r>
          </w:p>
          <w:p w:rsidR="00E365F1" w:rsidRPr="001F783F" w:rsidRDefault="00E365F1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DE1CA2" w:rsidRDefault="00B12EBE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Connecting Algebra</w:t>
            </w:r>
          </w:p>
          <w:p w:rsidR="00B12EBE" w:rsidRPr="00DE1CA2" w:rsidRDefault="00B12EBE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and Geometry</w:t>
            </w:r>
          </w:p>
          <w:p w:rsidR="00B12EBE" w:rsidRPr="00D440AC" w:rsidRDefault="00B12EBE" w:rsidP="006C631A">
            <w:pPr>
              <w:rPr>
                <w:sz w:val="20"/>
                <w:szCs w:val="20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Through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DE1CA2">
              <w:rPr>
                <w:rFonts w:eastAsia="Calibri"/>
                <w:b/>
                <w:bCs/>
                <w:sz w:val="16"/>
                <w:szCs w:val="16"/>
              </w:rPr>
              <w:t>Coordinates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  <w:r w:rsidRPr="00006005">
              <w:rPr>
                <w:b/>
                <w:sz w:val="32"/>
                <w:szCs w:val="32"/>
                <w:highlight w:val="cyan"/>
              </w:rPr>
              <w:t>Begin Unit 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Benchmark 3 window closes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16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MCC9-12.G.GPE.4</w:t>
            </w:r>
          </w:p>
          <w:p w:rsidR="00B12EBE" w:rsidRDefault="00B12EBE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MCC9-12.G.GPE.5</w:t>
            </w:r>
          </w:p>
          <w:p w:rsidR="00B12EBE" w:rsidRDefault="00B12EBE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MCC9-12.G.GPE.6</w:t>
            </w:r>
          </w:p>
          <w:p w:rsidR="00B12EBE" w:rsidRPr="00D440AC" w:rsidRDefault="00B12EBE" w:rsidP="006C631A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B12EBE" w:rsidRPr="005C2494" w:rsidRDefault="00B12EBE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Good Friday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31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10" name="Picture 10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April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 w:rsidR="00B12EBE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6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 w:rsidR="00B12EBE">
              <w:rPr>
                <w:b/>
                <w:sz w:val="32"/>
                <w:szCs w:val="32"/>
              </w:rPr>
              <w:t xml:space="preserve"> </w:t>
            </w:r>
            <w:r w:rsidR="00B12EBE" w:rsidRPr="00B12EBE">
              <w:rPr>
                <w:b/>
                <w:sz w:val="32"/>
                <w:szCs w:val="32"/>
                <w:highlight w:val="cyan"/>
              </w:rPr>
              <w:t>Unit 6 Post Test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13</w:t>
            </w:r>
          </w:p>
          <w:p w:rsidR="005C2494" w:rsidRPr="001F783F" w:rsidRDefault="005C2494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  <w:r w:rsidR="00B12EBE" w:rsidRPr="00B12EBE">
              <w:rPr>
                <w:b/>
                <w:highlight w:val="cyan"/>
              </w:rPr>
              <w:t>Unit 6 Performance item due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6259AC" w:rsidRP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CRCT-Reading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CRCT-Language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21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CRCT-Mathematics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CRCT-Science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CRCT-Social Studies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11" name="Picture 11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May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Default="00DB3ED9" w:rsidP="00A55C2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AP Exam Testing Window May 6-17</w:t>
            </w:r>
          </w:p>
          <w:p w:rsidR="00DB3ED9" w:rsidRPr="00DB3ED9" w:rsidRDefault="00DB3ED9" w:rsidP="00A55C2E">
            <w:pPr>
              <w:spacing w:line="276" w:lineRule="auto"/>
              <w:rPr>
                <w:b/>
                <w:bCs/>
              </w:rPr>
            </w:pP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4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6259AC" w:rsidRPr="001F783F" w:rsidRDefault="003D116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6" type="#_x0000_t202" style="position:absolute;margin-left:1.9pt;margin-top:2.9pt;width:179.55pt;height:26.6pt;z-index:251657728">
                  <v:textbox>
                    <w:txbxContent>
                      <w:p w:rsidR="00276D78" w:rsidRPr="001F783F" w:rsidRDefault="00276D78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Post </w:t>
                        </w:r>
                        <w:r w:rsidRPr="001F783F">
                          <w:rPr>
                            <w:b/>
                          </w:rPr>
                          <w:t>planning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9AC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11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3D116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7" type="#_x0000_t202" style="position:absolute;margin-left:1.9pt;margin-top:18.65pt;width:473.1pt;height:26.6pt;z-index:251658752;mso-position-horizontal-relative:text;mso-position-vertical-relative:text">
                  <v:textbox>
                    <w:txbxContent>
                      <w:p w:rsidR="00276D78" w:rsidRPr="001F783F" w:rsidRDefault="00276D78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Grades 3-8 Summer School</w:t>
                        </w:r>
                      </w:p>
                    </w:txbxContent>
                  </v:textbox>
                </v:shape>
              </w:pict>
            </w:r>
            <w:r w:rsidR="00B46C54"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18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3D116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8" type="#_x0000_t202" style="position:absolute;margin-left:1.9pt;margin-top:20.3pt;width:179.55pt;height:26.6pt;z-index:251659776;mso-position-horizontal-relative:text;mso-position-vertical-relative:text">
                  <v:textbox>
                    <w:txbxContent>
                      <w:p w:rsidR="00276D78" w:rsidRPr="001F783F" w:rsidRDefault="00276D78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CRCT Retest</w:t>
                        </w:r>
                      </w:p>
                    </w:txbxContent>
                  </v:textbox>
                </v:shape>
              </w:pict>
            </w:r>
            <w:r w:rsidR="00B46C54"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25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  <w:p w:rsidR="00CC1BE5" w:rsidRPr="001F783F" w:rsidRDefault="00CC1BE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Memorial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12" name="Picture 12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June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  <w:p w:rsidR="00DB3ED9" w:rsidRPr="001F783F" w:rsidRDefault="00DB3ED9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3D116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9" type="#_x0000_t202" style="position:absolute;margin-left:1.8pt;margin-top:22.4pt;width:274.9pt;height:26.6pt;z-index:251660800;mso-position-horizontal-relative:text;mso-position-vertical-relative:text">
                  <v:textbox style="mso-next-textbox:#_x0000_s1069">
                    <w:txbxContent>
                      <w:p w:rsidR="00276D78" w:rsidRPr="001F783F" w:rsidRDefault="00276D78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EOCT Administration Retests</w:t>
                        </w:r>
                      </w:p>
                    </w:txbxContent>
                  </v:textbox>
                </v:shape>
              </w:pict>
            </w:r>
            <w:r w:rsidR="005C232A"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5C232A" w:rsidP="005C232A">
            <w:pPr>
              <w:rPr>
                <w:b/>
                <w:bCs/>
                <w:sz w:val="28"/>
                <w:szCs w:val="28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Pr="001F783F" w:rsidRDefault="00C53796" w:rsidP="006259AC"/>
    <w:sectPr w:rsidR="00C53796" w:rsidRPr="001F783F" w:rsidSect="006259AC">
      <w:pgSz w:w="16839" w:h="11907" w:orient="landscape" w:code="9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544D23"/>
    <w:rsid w:val="00006005"/>
    <w:rsid w:val="00025972"/>
    <w:rsid w:val="00041486"/>
    <w:rsid w:val="00062C8A"/>
    <w:rsid w:val="00140655"/>
    <w:rsid w:val="00166C68"/>
    <w:rsid w:val="001D33DB"/>
    <w:rsid w:val="001F783F"/>
    <w:rsid w:val="00224812"/>
    <w:rsid w:val="00242075"/>
    <w:rsid w:val="00243915"/>
    <w:rsid w:val="00257BFA"/>
    <w:rsid w:val="00276750"/>
    <w:rsid w:val="00276D78"/>
    <w:rsid w:val="00310A4A"/>
    <w:rsid w:val="00371AF4"/>
    <w:rsid w:val="003D116B"/>
    <w:rsid w:val="004165EC"/>
    <w:rsid w:val="0049572D"/>
    <w:rsid w:val="004B3828"/>
    <w:rsid w:val="004B578B"/>
    <w:rsid w:val="00533ADB"/>
    <w:rsid w:val="005410C2"/>
    <w:rsid w:val="00544D23"/>
    <w:rsid w:val="005533D7"/>
    <w:rsid w:val="005C232A"/>
    <w:rsid w:val="005C2494"/>
    <w:rsid w:val="005D4E7D"/>
    <w:rsid w:val="00605ACA"/>
    <w:rsid w:val="006259AC"/>
    <w:rsid w:val="006D31A4"/>
    <w:rsid w:val="00710CB0"/>
    <w:rsid w:val="0072263B"/>
    <w:rsid w:val="00732106"/>
    <w:rsid w:val="007C0C38"/>
    <w:rsid w:val="00800790"/>
    <w:rsid w:val="008555E5"/>
    <w:rsid w:val="0086348D"/>
    <w:rsid w:val="0088613B"/>
    <w:rsid w:val="00893339"/>
    <w:rsid w:val="008E30CF"/>
    <w:rsid w:val="009443F7"/>
    <w:rsid w:val="00944806"/>
    <w:rsid w:val="009477BB"/>
    <w:rsid w:val="00983245"/>
    <w:rsid w:val="00A2692C"/>
    <w:rsid w:val="00A37B33"/>
    <w:rsid w:val="00A55C2E"/>
    <w:rsid w:val="00A6550C"/>
    <w:rsid w:val="00A95900"/>
    <w:rsid w:val="00AF3C51"/>
    <w:rsid w:val="00B12EBE"/>
    <w:rsid w:val="00B46C54"/>
    <w:rsid w:val="00B71E5E"/>
    <w:rsid w:val="00BD4FD1"/>
    <w:rsid w:val="00BE256F"/>
    <w:rsid w:val="00C35259"/>
    <w:rsid w:val="00C45595"/>
    <w:rsid w:val="00C53796"/>
    <w:rsid w:val="00CA65E7"/>
    <w:rsid w:val="00CC1BE5"/>
    <w:rsid w:val="00CE4E2F"/>
    <w:rsid w:val="00D05089"/>
    <w:rsid w:val="00D374EB"/>
    <w:rsid w:val="00D46DBB"/>
    <w:rsid w:val="00D6665B"/>
    <w:rsid w:val="00D82EB3"/>
    <w:rsid w:val="00DB3ED9"/>
    <w:rsid w:val="00DE4E04"/>
    <w:rsid w:val="00E365F1"/>
    <w:rsid w:val="00EC35C0"/>
    <w:rsid w:val="00ED6F56"/>
    <w:rsid w:val="00EF061E"/>
    <w:rsid w:val="00F1724C"/>
    <w:rsid w:val="00F3143E"/>
    <w:rsid w:val="00F35E9F"/>
    <w:rsid w:val="00F57A69"/>
    <w:rsid w:val="00F82CB3"/>
    <w:rsid w:val="00FD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7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s">
    <w:name w:val="Dates"/>
    <w:basedOn w:val="Normal"/>
    <w:uiPriority w:val="99"/>
    <w:rsid w:val="00544D23"/>
    <w:rPr>
      <w:rFonts w:ascii="Century Gothic" w:hAnsi="Century Gothic" w:cs="Arial"/>
      <w:sz w:val="20"/>
      <w:szCs w:val="20"/>
    </w:rPr>
  </w:style>
  <w:style w:type="character" w:customStyle="1" w:styleId="apple-converted-space">
    <w:name w:val="apple-converted-space"/>
    <w:basedOn w:val="DefaultParagraphFont"/>
    <w:rsid w:val="00371AF4"/>
  </w:style>
  <w:style w:type="paragraph" w:styleId="BalloonText">
    <w:name w:val="Balloon Text"/>
    <w:basedOn w:val="Normal"/>
    <w:link w:val="BalloonTextChar"/>
    <w:uiPriority w:val="99"/>
    <w:semiHidden/>
    <w:unhideWhenUsed/>
    <w:rsid w:val="00276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D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6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ita\Desktop\School_Temp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School_Temp1</Template>
  <TotalTime>4</TotalTime>
  <Pages>12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smita</dc:creator>
  <cp:lastModifiedBy>Valued Gateway Customer</cp:lastModifiedBy>
  <cp:revision>2</cp:revision>
  <cp:lastPrinted>2012-05-18T15:23:00Z</cp:lastPrinted>
  <dcterms:created xsi:type="dcterms:W3CDTF">2012-05-29T21:26:00Z</dcterms:created>
  <dcterms:modified xsi:type="dcterms:W3CDTF">2012-05-29T21:26:00Z</dcterms:modified>
</cp:coreProperties>
</file>